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3874" w14:textId="76826260" w:rsidR="00D962D0" w:rsidRPr="00C0450E" w:rsidRDefault="00791E61" w:rsidP="00791E61">
      <w:pPr>
        <w:widowControl/>
        <w:tabs>
          <w:tab w:val="left" w:pos="5998"/>
        </w:tabs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  <w:r>
        <w:rPr>
          <w:rFonts w:asciiTheme="minorHAnsi" w:eastAsia="Times New Roman" w:hAnsiTheme="minorHAnsi" w:cstheme="minorHAnsi"/>
          <w:b/>
          <w:color w:val="000000"/>
          <w:lang w:val="pl-PL" w:eastAsia="pl-PL"/>
        </w:rPr>
        <w:tab/>
      </w:r>
    </w:p>
    <w:p w14:paraId="5C156B4B" w14:textId="3BA7538F" w:rsidR="007E5277" w:rsidRPr="00F66CCC" w:rsidRDefault="00F25703" w:rsidP="00D71704">
      <w:pPr>
        <w:ind w:left="5246" w:firstLine="708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Zamawiający</w:t>
      </w:r>
      <w:r w:rsidR="000762C7" w:rsidRPr="00F66CCC">
        <w:rPr>
          <w:rFonts w:asciiTheme="minorHAnsi" w:hAnsiTheme="minorHAnsi" w:cstheme="minorHAnsi"/>
          <w:b/>
          <w:lang w:val="pl-PL"/>
        </w:rPr>
        <w:t>:</w:t>
      </w:r>
    </w:p>
    <w:p w14:paraId="7A60BF9E" w14:textId="77777777" w:rsidR="00F66CCC" w:rsidRPr="00F66CCC" w:rsidRDefault="00F66CCC" w:rsidP="00F66CCC">
      <w:pPr>
        <w:ind w:right="59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Zarząd Infrastruktury Wodnej</w:t>
      </w:r>
    </w:p>
    <w:p w14:paraId="78F07151" w14:textId="77777777" w:rsidR="00717202" w:rsidRPr="00C0450E" w:rsidRDefault="00717202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 xml:space="preserve">os. </w:t>
      </w:r>
      <w:r w:rsidR="00E16DA0" w:rsidRPr="00F66CCC">
        <w:rPr>
          <w:rFonts w:asciiTheme="minorHAnsi" w:hAnsiTheme="minorHAnsi" w:cstheme="minorHAnsi"/>
          <w:b/>
          <w:lang w:val="pl-PL"/>
        </w:rPr>
        <w:t>Szkolne 27</w:t>
      </w:r>
      <w:r w:rsidRPr="00F66CCC">
        <w:rPr>
          <w:rFonts w:asciiTheme="minorHAnsi" w:hAnsiTheme="minorHAnsi" w:cstheme="minorHAnsi"/>
          <w:b/>
          <w:lang w:val="pl-PL"/>
        </w:rPr>
        <w:t>, 31-</w:t>
      </w:r>
      <w:r w:rsidR="00E16DA0" w:rsidRPr="00F66CCC">
        <w:rPr>
          <w:rFonts w:asciiTheme="minorHAnsi" w:hAnsiTheme="minorHAnsi" w:cstheme="minorHAnsi"/>
          <w:b/>
          <w:lang w:val="pl-PL"/>
        </w:rPr>
        <w:t>977</w:t>
      </w:r>
      <w:r w:rsidRPr="00F66CCC">
        <w:rPr>
          <w:rFonts w:asciiTheme="minorHAnsi" w:hAnsiTheme="minorHAnsi" w:cstheme="minorHAnsi"/>
          <w:b/>
          <w:lang w:val="pl-PL"/>
        </w:rPr>
        <w:t xml:space="preserve"> Kraków</w:t>
      </w:r>
    </w:p>
    <w:p w14:paraId="3B381967" w14:textId="77777777" w:rsidR="002044AF" w:rsidRPr="00C0450E" w:rsidRDefault="002044AF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72334A53" w14:textId="77777777" w:rsidR="004402B8" w:rsidRPr="00C0450E" w:rsidRDefault="004402B8" w:rsidP="00D71704">
      <w:pPr>
        <w:jc w:val="both"/>
        <w:rPr>
          <w:rFonts w:asciiTheme="minorHAnsi" w:hAnsiTheme="minorHAnsi" w:cstheme="minorHAnsi"/>
          <w:b/>
          <w:sz w:val="18"/>
          <w:szCs w:val="20"/>
          <w:lang w:val="pl-PL"/>
        </w:rPr>
      </w:pPr>
      <w:r w:rsidRPr="00C0450E">
        <w:rPr>
          <w:rFonts w:asciiTheme="minorHAnsi" w:hAnsiTheme="minorHAnsi" w:cstheme="minorHAnsi"/>
          <w:b/>
          <w:sz w:val="18"/>
          <w:szCs w:val="20"/>
          <w:lang w:val="pl-PL"/>
        </w:rPr>
        <w:t>MY NIŻEJ PODPISANI:</w:t>
      </w:r>
    </w:p>
    <w:p w14:paraId="34B73E0D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---------------------------------------------------------------------------------</w:t>
      </w:r>
    </w:p>
    <w:p w14:paraId="74D441C6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6"/>
          <w:szCs w:val="16"/>
        </w:rPr>
      </w:pPr>
      <w:r w:rsidRPr="00C0450E">
        <w:rPr>
          <w:rFonts w:asciiTheme="minorHAnsi" w:hAnsiTheme="minorHAnsi" w:cstheme="minorHAnsi"/>
          <w:sz w:val="18"/>
          <w:szCs w:val="18"/>
        </w:rPr>
        <w:t xml:space="preserve">--------------------------------------------------------------------------------- </w:t>
      </w:r>
    </w:p>
    <w:p w14:paraId="0DEC4CF5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6"/>
          <w:szCs w:val="16"/>
        </w:rPr>
        <w:t>działając w imieniu i na rzecz</w:t>
      </w:r>
    </w:p>
    <w:p w14:paraId="3D510894" w14:textId="77777777" w:rsidR="004402B8" w:rsidRPr="00C0450E" w:rsidRDefault="004402B8" w:rsidP="00D71704">
      <w:pPr>
        <w:pStyle w:val="Zwykytekst1"/>
        <w:pBdr>
          <w:bottom w:val="single" w:sz="6" w:space="1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……………………………………</w:t>
      </w:r>
    </w:p>
    <w:p w14:paraId="68C2EABB" w14:textId="77777777" w:rsidR="004402B8" w:rsidRPr="00C0450E" w:rsidRDefault="004402B8" w:rsidP="00D71704">
      <w:pPr>
        <w:pStyle w:val="Zwykytekst1"/>
        <w:pBdr>
          <w:bottom w:val="single" w:sz="6" w:space="1" w:color="auto"/>
        </w:pBdr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NIP: …………………………….</w:t>
      </w:r>
    </w:p>
    <w:p w14:paraId="18B40764" w14:textId="77777777" w:rsidR="004402B8" w:rsidRPr="00C0450E" w:rsidRDefault="004402B8" w:rsidP="00D71704">
      <w:pPr>
        <w:pStyle w:val="Zwykytekst1"/>
        <w:rPr>
          <w:rFonts w:asciiTheme="minorHAnsi" w:hAnsiTheme="minorHAnsi" w:cstheme="minorHAnsi"/>
          <w:i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(nazwa (firma) dokładny adres Wykonawcy/Wykonawców)</w:t>
      </w:r>
    </w:p>
    <w:p w14:paraId="4D8C39AE" w14:textId="77777777" w:rsidR="004402B8" w:rsidRPr="00C0450E" w:rsidRDefault="004402B8" w:rsidP="00D71704">
      <w:pPr>
        <w:pStyle w:val="Zwykytekst1"/>
        <w:jc w:val="both"/>
        <w:rPr>
          <w:rFonts w:asciiTheme="minorHAnsi" w:hAnsiTheme="minorHAnsi" w:cstheme="minorHAnsi"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(w przypadku składania oferty przez podmioty występujące wspólnie podać nazwy(firmy) i dokładne adresy wszystkich wspólników spółki cywilnej lub członków konsorcjum)</w:t>
      </w:r>
    </w:p>
    <w:p w14:paraId="178DA473" w14:textId="77777777" w:rsidR="004402B8" w:rsidRPr="00C0450E" w:rsidRDefault="004402B8" w:rsidP="00D71704">
      <w:pPr>
        <w:ind w:left="2471" w:right="47"/>
        <w:jc w:val="righ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485241DF" w14:textId="77777777" w:rsidR="00A16AAC" w:rsidRPr="003E0A66" w:rsidRDefault="00A16AAC" w:rsidP="00A16AAC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Dotyczy części: </w:t>
      </w:r>
      <w:r w:rsidRPr="003E0A66">
        <w:rPr>
          <w:rFonts w:asciiTheme="minorHAnsi" w:hAnsiTheme="minorHAnsi" w:cstheme="minorHAnsi"/>
          <w:sz w:val="24"/>
          <w:szCs w:val="24"/>
          <w:lang w:val="pl-PL"/>
        </w:rPr>
        <w:t>pierwszej*/drugiej*/</w:t>
      </w:r>
      <w:r w:rsidRPr="003E0A6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zamówienia</w:t>
      </w:r>
    </w:p>
    <w:p w14:paraId="16B5D291" w14:textId="77777777" w:rsidR="00A16AAC" w:rsidRPr="003E0A66" w:rsidRDefault="00A16AAC" w:rsidP="00A16AAC">
      <w:pPr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sz w:val="24"/>
          <w:szCs w:val="24"/>
          <w:lang w:val="pl-PL"/>
        </w:rPr>
        <w:t>* - nie potrzebne skreślić</w:t>
      </w:r>
    </w:p>
    <w:p w14:paraId="725F2D1A" w14:textId="77777777" w:rsidR="00A16AAC" w:rsidRPr="00920FCC" w:rsidRDefault="00A16AAC" w:rsidP="00920FCC">
      <w:pPr>
        <w:rPr>
          <w:lang w:val="pl-PL" w:eastAsia="ar-SA"/>
        </w:rPr>
      </w:pPr>
    </w:p>
    <w:p w14:paraId="08CC9459" w14:textId="4A926239" w:rsidR="002044AF" w:rsidRPr="00F52DC7" w:rsidRDefault="007E5277" w:rsidP="003E0A66">
      <w:pPr>
        <w:pStyle w:val="Nagwek1"/>
        <w:spacing w:before="0"/>
        <w:jc w:val="center"/>
        <w:rPr>
          <w:rFonts w:asciiTheme="minorHAnsi" w:hAnsiTheme="minorHAnsi" w:cstheme="minorHAnsi"/>
          <w:color w:val="000000"/>
          <w:spacing w:val="32"/>
          <w:sz w:val="22"/>
          <w:szCs w:val="22"/>
        </w:rPr>
      </w:pPr>
      <w:r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803A3B"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wykonawców składających ofertę wspólną</w:t>
      </w:r>
      <w:r w:rsidRPr="00F52DC7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</w:p>
    <w:p w14:paraId="2B63C21F" w14:textId="540B3AE4" w:rsidR="007E5277" w:rsidRPr="00F52DC7" w:rsidRDefault="007E5277" w:rsidP="003E0A66">
      <w:pPr>
        <w:jc w:val="center"/>
        <w:rPr>
          <w:rFonts w:asciiTheme="minorHAnsi" w:hAnsiTheme="minorHAnsi" w:cstheme="minorHAnsi"/>
          <w:b/>
          <w:color w:val="000000"/>
          <w:lang w:val="pl-PL"/>
        </w:rPr>
      </w:pPr>
      <w:r w:rsidRPr="00F52DC7">
        <w:rPr>
          <w:rFonts w:asciiTheme="minorHAnsi" w:hAnsiTheme="minorHAnsi" w:cstheme="minorHAnsi"/>
          <w:b/>
          <w:color w:val="000000"/>
          <w:lang w:val="pl-PL"/>
        </w:rPr>
        <w:t>w zakresie art. 1</w:t>
      </w:r>
      <w:r w:rsidR="00803A3B" w:rsidRPr="00F52DC7">
        <w:rPr>
          <w:rFonts w:asciiTheme="minorHAnsi" w:hAnsiTheme="minorHAnsi" w:cstheme="minorHAnsi"/>
          <w:b/>
          <w:color w:val="000000"/>
          <w:lang w:val="pl-PL"/>
        </w:rPr>
        <w:t xml:space="preserve">17 </w:t>
      </w:r>
      <w:r w:rsidRPr="00F52DC7">
        <w:rPr>
          <w:rFonts w:asciiTheme="minorHAnsi" w:hAnsiTheme="minorHAnsi" w:cstheme="minorHAnsi"/>
          <w:b/>
          <w:color w:val="000000"/>
          <w:lang w:val="pl-PL"/>
        </w:rPr>
        <w:t xml:space="preserve">ust. </w:t>
      </w:r>
      <w:r w:rsidR="00803A3B" w:rsidRPr="00F52DC7">
        <w:rPr>
          <w:rFonts w:asciiTheme="minorHAnsi" w:hAnsiTheme="minorHAnsi" w:cstheme="minorHAnsi"/>
          <w:b/>
          <w:color w:val="000000"/>
          <w:lang w:val="pl-PL"/>
        </w:rPr>
        <w:t>4</w:t>
      </w:r>
      <w:r w:rsidRPr="00F52DC7">
        <w:rPr>
          <w:rFonts w:asciiTheme="minorHAnsi" w:hAnsiTheme="minorHAnsi" w:cstheme="minorHAnsi"/>
          <w:b/>
          <w:color w:val="000000"/>
          <w:lang w:val="pl-PL"/>
        </w:rPr>
        <w:t xml:space="preserve"> ustawy </w:t>
      </w:r>
      <w:proofErr w:type="spellStart"/>
      <w:r w:rsidR="00D71704" w:rsidRPr="00F52DC7">
        <w:rPr>
          <w:rFonts w:asciiTheme="minorHAnsi" w:hAnsiTheme="minorHAnsi" w:cstheme="minorHAnsi"/>
          <w:b/>
          <w:color w:val="000000"/>
          <w:lang w:val="pl-PL"/>
        </w:rPr>
        <w:t>Pzp</w:t>
      </w:r>
      <w:proofErr w:type="spellEnd"/>
      <w:r w:rsidR="00D71704" w:rsidRPr="00F52DC7">
        <w:rPr>
          <w:rFonts w:asciiTheme="minorHAnsi" w:hAnsiTheme="minorHAnsi" w:cstheme="minorHAnsi"/>
          <w:b/>
          <w:color w:val="000000"/>
          <w:lang w:val="pl-PL"/>
        </w:rPr>
        <w:t xml:space="preserve"> </w:t>
      </w:r>
    </w:p>
    <w:p w14:paraId="7CA9DE15" w14:textId="03BEAD46" w:rsidR="00D00CAD" w:rsidRPr="00C0450E" w:rsidRDefault="00D00CAD" w:rsidP="003E0A6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F52DC7">
        <w:rPr>
          <w:rFonts w:asciiTheme="minorHAnsi" w:hAnsiTheme="minorHAnsi" w:cstheme="minorHAnsi"/>
          <w:b/>
          <w:color w:val="000000"/>
          <w:lang w:val="pl-PL"/>
        </w:rPr>
        <w:t>w postępowaniu na</w:t>
      </w:r>
      <w:r w:rsidRPr="00C0450E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:</w:t>
      </w:r>
    </w:p>
    <w:p w14:paraId="2D1AE40C" w14:textId="77777777" w:rsidR="007E5277" w:rsidRPr="00C0450E" w:rsidRDefault="007E5277" w:rsidP="003E0A66">
      <w:pPr>
        <w:jc w:val="center"/>
        <w:rPr>
          <w:rFonts w:asciiTheme="minorHAnsi" w:hAnsiTheme="minorHAnsi" w:cstheme="minorHAnsi"/>
          <w:b/>
          <w:sz w:val="20"/>
          <w:szCs w:val="20"/>
          <w:highlight w:val="green"/>
          <w:lang w:val="pl-PL"/>
        </w:rPr>
      </w:pPr>
    </w:p>
    <w:p w14:paraId="4BFED013" w14:textId="6CA1DA9B" w:rsidR="003E0A66" w:rsidRPr="00402E64" w:rsidRDefault="003E0A66" w:rsidP="00A16AAC">
      <w:pPr>
        <w:pStyle w:val="Normalny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02E64">
        <w:rPr>
          <w:rFonts w:asciiTheme="minorHAnsi" w:hAnsiTheme="minorHAnsi" w:cstheme="minorHAnsi"/>
          <w:color w:val="000000" w:themeColor="text1"/>
          <w:spacing w:val="-8"/>
          <w:sz w:val="22"/>
          <w:szCs w:val="22"/>
        </w:rPr>
        <w:t>„</w:t>
      </w:r>
      <w:r w:rsidRPr="00402E64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Pr="00402E64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0"/>
      <w:r w:rsidRPr="00402E6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02E64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 ul. Stawowej</w:t>
      </w:r>
      <w:r w:rsidRPr="00402E64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="00402E64" w:rsidRPr="00402E6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02E64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 rej. ul. Zarzecze -  </w:t>
      </w:r>
      <w:r w:rsidRPr="00402E64">
        <w:rPr>
          <w:rFonts w:asciiTheme="minorHAnsi" w:hAnsiTheme="minorHAnsi" w:cstheme="minorHAnsi"/>
          <w:b/>
          <w:bCs/>
          <w:sz w:val="22"/>
          <w:szCs w:val="22"/>
        </w:rPr>
        <w:t>z podziałem na 2 części</w:t>
      </w:r>
      <w:r w:rsidRPr="00402E64">
        <w:rPr>
          <w:rFonts w:asciiTheme="minorHAnsi" w:hAnsiTheme="minorHAnsi" w:cstheme="minorHAnsi"/>
          <w:b/>
          <w:bCs/>
          <w:color w:val="000000" w:themeColor="text1"/>
          <w:spacing w:val="-8"/>
          <w:sz w:val="22"/>
          <w:szCs w:val="22"/>
        </w:rPr>
        <w:t>”</w:t>
      </w:r>
    </w:p>
    <w:p w14:paraId="27373ADF" w14:textId="77777777" w:rsidR="00F66CCC" w:rsidRDefault="00F66CCC" w:rsidP="00B01D78">
      <w:pPr>
        <w:spacing w:line="360" w:lineRule="auto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2038DD7C" w14:textId="77777777" w:rsidR="00D71704" w:rsidRPr="00C0450E" w:rsidRDefault="00D71704" w:rsidP="00D71704">
      <w:pPr>
        <w:jc w:val="center"/>
        <w:rPr>
          <w:rFonts w:asciiTheme="minorHAnsi" w:hAnsiTheme="minorHAnsi" w:cstheme="minorHAnsi"/>
          <w:b/>
          <w:highlight w:val="green"/>
          <w:lang w:val="pl-PL"/>
        </w:rPr>
      </w:pPr>
    </w:p>
    <w:p w14:paraId="3002DCE6" w14:textId="4D997D01" w:rsidR="00EA4C0C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b/>
          <w:sz w:val="22"/>
          <w:szCs w:val="22"/>
        </w:rPr>
        <w:t>OŚWIADCZAMY</w:t>
      </w:r>
      <w:r w:rsidRPr="00C0450E">
        <w:rPr>
          <w:rFonts w:asciiTheme="minorHAnsi" w:hAnsiTheme="minorHAnsi" w:cstheme="minorHAnsi"/>
          <w:sz w:val="22"/>
          <w:szCs w:val="22"/>
        </w:rPr>
        <w:t>, że sposób reprezentacji spółki</w:t>
      </w:r>
      <w:r w:rsidR="000818BD" w:rsidRPr="00C0450E">
        <w:rPr>
          <w:rFonts w:asciiTheme="minorHAnsi" w:hAnsiTheme="minorHAnsi" w:cstheme="minorHAnsi"/>
          <w:sz w:val="22"/>
          <w:szCs w:val="22"/>
        </w:rPr>
        <w:t>*</w:t>
      </w:r>
      <w:r w:rsidRPr="00C0450E">
        <w:rPr>
          <w:rFonts w:asciiTheme="minorHAnsi" w:hAnsiTheme="minorHAnsi" w:cstheme="minorHAnsi"/>
          <w:sz w:val="22"/>
          <w:szCs w:val="22"/>
        </w:rPr>
        <w:t xml:space="preserve">/konsorcjum* dla potrzeb niniejszego zamówienia jest następujący: </w:t>
      </w:r>
    </w:p>
    <w:p w14:paraId="70DB2171" w14:textId="77777777" w:rsidR="00EA4C0C" w:rsidRPr="00C0450E" w:rsidRDefault="00EA4C0C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</w:p>
    <w:p w14:paraId="7B061902" w14:textId="78E1287C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</w:t>
      </w:r>
      <w:r w:rsidR="00D71704" w:rsidRPr="00C0450E">
        <w:rPr>
          <w:rFonts w:asciiTheme="minorHAnsi" w:hAnsiTheme="minorHAnsi" w:cstheme="minorHAnsi"/>
          <w:sz w:val="18"/>
          <w:szCs w:val="18"/>
        </w:rPr>
        <w:t>___</w:t>
      </w:r>
      <w:r w:rsidRPr="00C0450E">
        <w:rPr>
          <w:rFonts w:asciiTheme="minorHAnsi" w:hAnsiTheme="minorHAnsi" w:cstheme="minorHAnsi"/>
          <w:sz w:val="18"/>
          <w:szCs w:val="18"/>
        </w:rPr>
        <w:t>_______ .</w:t>
      </w:r>
    </w:p>
    <w:p w14:paraId="33FA6022" w14:textId="77777777" w:rsidR="00803A3B" w:rsidRPr="00C0450E" w:rsidRDefault="00803A3B" w:rsidP="00D71704">
      <w:pPr>
        <w:pStyle w:val="Zwykytekst1"/>
        <w:jc w:val="center"/>
        <w:rPr>
          <w:rFonts w:asciiTheme="minorHAnsi" w:hAnsiTheme="minorHAnsi" w:cstheme="minorHAnsi"/>
          <w:b/>
          <w:sz w:val="14"/>
          <w:szCs w:val="14"/>
        </w:rPr>
      </w:pPr>
      <w:r w:rsidRPr="00C0450E">
        <w:rPr>
          <w:rFonts w:asciiTheme="minorHAnsi" w:hAnsiTheme="minorHAnsi" w:cstheme="minorHAnsi"/>
          <w:i/>
          <w:sz w:val="14"/>
          <w:szCs w:val="14"/>
        </w:rPr>
        <w:t>(Wypełniają jedynie przedsiębiorcy składający wspólną ofertę - spółki cywilne lub konsorcja)</w:t>
      </w:r>
      <w:r w:rsidRPr="00C0450E">
        <w:rPr>
          <w:rFonts w:asciiTheme="minorHAnsi" w:hAnsiTheme="minorHAnsi" w:cstheme="minorHAnsi"/>
          <w:b/>
          <w:sz w:val="14"/>
          <w:szCs w:val="14"/>
        </w:rPr>
        <w:t xml:space="preserve"> </w:t>
      </w:r>
    </w:p>
    <w:p w14:paraId="2746BC50" w14:textId="77777777" w:rsidR="00803A3B" w:rsidRPr="00C0450E" w:rsidRDefault="00803A3B" w:rsidP="00D71704">
      <w:pPr>
        <w:pStyle w:val="Zwykytekst1"/>
        <w:ind w:left="357"/>
        <w:jc w:val="both"/>
        <w:rPr>
          <w:rFonts w:asciiTheme="minorHAnsi" w:hAnsiTheme="minorHAnsi" w:cstheme="minorHAnsi"/>
          <w:sz w:val="18"/>
          <w:szCs w:val="18"/>
        </w:rPr>
      </w:pPr>
    </w:p>
    <w:p w14:paraId="5FB3193C" w14:textId="316B2554" w:rsidR="00677192" w:rsidRDefault="00677192" w:rsidP="00D71704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Zgodnie z obowiązkiem wynikającym z art. 117 ust. 4 ustawy </w:t>
      </w:r>
      <w:proofErr w:type="spellStart"/>
      <w:r w:rsidR="00D71704" w:rsidRPr="00C0450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0450E">
        <w:rPr>
          <w:rFonts w:asciiTheme="minorHAnsi" w:hAnsiTheme="minorHAnsi" w:cstheme="minorHAnsi"/>
          <w:sz w:val="22"/>
          <w:szCs w:val="22"/>
        </w:rPr>
        <w:t xml:space="preserve">, jako wykonawcy składający ofertę wspólną (konsorcjum*/ spółka cywilna*) oświadczamy następująco: </w:t>
      </w:r>
    </w:p>
    <w:p w14:paraId="7683DB6F" w14:textId="77777777" w:rsidR="00652BC3" w:rsidRPr="00C0450E" w:rsidRDefault="00652BC3" w:rsidP="00D71704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4DBFA45" w14:textId="3B861BF3" w:rsidR="00677192" w:rsidRPr="00C0450E" w:rsidRDefault="00677192" w:rsidP="00F14D89">
      <w:pPr>
        <w:pStyle w:val="Zwykytekst1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</w:t>
      </w:r>
      <w:r w:rsidR="000818BD" w:rsidRPr="00C0450E">
        <w:rPr>
          <w:rFonts w:asciiTheme="minorHAnsi" w:hAnsiTheme="minorHAnsi" w:cstheme="minorHAnsi"/>
          <w:sz w:val="22"/>
          <w:szCs w:val="22"/>
        </w:rPr>
        <w:t>……...</w:t>
      </w:r>
      <w:r w:rsidRPr="00C0450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…………………………………………………………….. </w:t>
      </w:r>
      <w:r w:rsidRPr="003E0A66">
        <w:rPr>
          <w:rFonts w:asciiTheme="minorHAnsi" w:hAnsiTheme="minorHAnsi" w:cstheme="minorHAnsi"/>
          <w:i/>
          <w:iCs/>
        </w:rPr>
        <w:t xml:space="preserve">(wskazać nazwę wykonawcy lub wykonawców </w:t>
      </w:r>
      <w:r w:rsidR="00652BC3" w:rsidRPr="003E0A66">
        <w:rPr>
          <w:rFonts w:asciiTheme="minorHAnsi" w:hAnsiTheme="minorHAnsi" w:cstheme="minorHAnsi"/>
          <w:i/>
          <w:iCs/>
        </w:rPr>
        <w:br/>
      </w:r>
      <w:r w:rsidRPr="003E0A66">
        <w:rPr>
          <w:rFonts w:asciiTheme="minorHAnsi" w:hAnsiTheme="minorHAnsi" w:cstheme="minorHAnsi"/>
          <w:i/>
          <w:iCs/>
        </w:rPr>
        <w:t>w ramach konsorcjum/ spółki cywilnej, którzy spełniają warunek udziału postępowania</w:t>
      </w:r>
      <w:r w:rsidRPr="00C0450E">
        <w:rPr>
          <w:rFonts w:asciiTheme="minorHAnsi" w:hAnsiTheme="minorHAnsi" w:cstheme="minorHAnsi"/>
          <w:sz w:val="22"/>
          <w:szCs w:val="22"/>
        </w:rPr>
        <w:t>).</w:t>
      </w:r>
    </w:p>
    <w:p w14:paraId="361D235A" w14:textId="20A38162" w:rsidR="00677192" w:rsidRPr="00C0450E" w:rsidRDefault="00677192" w:rsidP="00F14D89">
      <w:pPr>
        <w:pStyle w:val="Zwykytekst1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Następujące </w:t>
      </w:r>
      <w:r w:rsidR="00320A2C" w:rsidRPr="00C0450E">
        <w:rPr>
          <w:rFonts w:asciiTheme="minorHAnsi" w:hAnsiTheme="minorHAnsi" w:cstheme="minorHAnsi"/>
          <w:i/>
          <w:iCs/>
          <w:sz w:val="22"/>
          <w:szCs w:val="22"/>
        </w:rPr>
        <w:t>usługi*/</w:t>
      </w:r>
      <w:r w:rsidRPr="00C0450E">
        <w:rPr>
          <w:rFonts w:asciiTheme="minorHAnsi" w:hAnsiTheme="minorHAnsi" w:cstheme="minorHAnsi"/>
          <w:i/>
          <w:iCs/>
          <w:sz w:val="22"/>
          <w:szCs w:val="22"/>
        </w:rPr>
        <w:t>dostawy</w:t>
      </w:r>
      <w:r w:rsidR="00320A2C" w:rsidRPr="00C0450E">
        <w:rPr>
          <w:rFonts w:asciiTheme="minorHAnsi" w:hAnsiTheme="minorHAnsi" w:cstheme="minorHAnsi"/>
          <w:i/>
          <w:iCs/>
          <w:sz w:val="22"/>
          <w:szCs w:val="22"/>
        </w:rPr>
        <w:t>*/roboty budowlane</w:t>
      </w:r>
      <w:r w:rsidR="00320A2C" w:rsidRPr="00C0450E">
        <w:rPr>
          <w:rFonts w:asciiTheme="minorHAnsi" w:hAnsiTheme="minorHAnsi" w:cstheme="minorHAnsi"/>
          <w:sz w:val="22"/>
          <w:szCs w:val="22"/>
        </w:rPr>
        <w:t>*</w:t>
      </w:r>
      <w:r w:rsidRPr="00C0450E">
        <w:rPr>
          <w:rFonts w:asciiTheme="minorHAnsi" w:hAnsiTheme="minorHAnsi" w:cstheme="minorHAnsi"/>
          <w:sz w:val="22"/>
          <w:szCs w:val="22"/>
        </w:rPr>
        <w:t xml:space="preserve"> wykonają </w:t>
      </w:r>
      <w:r w:rsidR="00320A2C" w:rsidRPr="00C0450E">
        <w:rPr>
          <w:rFonts w:asciiTheme="minorHAnsi" w:hAnsiTheme="minorHAnsi" w:cstheme="minorHAnsi"/>
          <w:sz w:val="22"/>
          <w:szCs w:val="22"/>
        </w:rPr>
        <w:t xml:space="preserve">wskazani </w:t>
      </w:r>
      <w:r w:rsidRPr="00C0450E">
        <w:rPr>
          <w:rFonts w:asciiTheme="minorHAnsi" w:hAnsiTheme="minorHAnsi" w:cstheme="minorHAnsi"/>
          <w:sz w:val="22"/>
          <w:szCs w:val="22"/>
        </w:rPr>
        <w:t>wykonawcy w</w:t>
      </w:r>
      <w:r w:rsidR="008E6B71">
        <w:rPr>
          <w:rFonts w:asciiTheme="minorHAnsi" w:hAnsiTheme="minorHAnsi" w:cstheme="minorHAnsi"/>
          <w:sz w:val="22"/>
          <w:szCs w:val="22"/>
        </w:rPr>
        <w:t> </w:t>
      </w:r>
      <w:r w:rsidR="000100C4" w:rsidRPr="00C0450E">
        <w:rPr>
          <w:rFonts w:asciiTheme="minorHAnsi" w:hAnsiTheme="minorHAnsi" w:cstheme="minorHAnsi"/>
          <w:sz w:val="22"/>
          <w:szCs w:val="22"/>
        </w:rPr>
        <w:t xml:space="preserve">następującym </w:t>
      </w:r>
      <w:r w:rsidRPr="00C0450E">
        <w:rPr>
          <w:rFonts w:asciiTheme="minorHAnsi" w:hAnsiTheme="minorHAnsi" w:cstheme="minorHAnsi"/>
          <w:sz w:val="22"/>
          <w:szCs w:val="22"/>
        </w:rPr>
        <w:t>zakresie:</w:t>
      </w:r>
    </w:p>
    <w:p w14:paraId="16E1F7F5" w14:textId="22EAFF0A" w:rsidR="00677192" w:rsidRPr="00652BC3" w:rsidRDefault="00320A2C" w:rsidP="00F14D89">
      <w:pPr>
        <w:pStyle w:val="Zwykytekst1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0450E">
        <w:rPr>
          <w:rFonts w:asciiTheme="minorHAnsi" w:hAnsiTheme="minorHAnsi" w:cstheme="minorHAnsi"/>
          <w:sz w:val="22"/>
          <w:szCs w:val="22"/>
        </w:rPr>
        <w:t xml:space="preserve">………………………………………..……………………………………… </w:t>
      </w:r>
      <w:r w:rsidRPr="003E0A66">
        <w:rPr>
          <w:rFonts w:asciiTheme="minorHAnsi" w:hAnsiTheme="minorHAnsi" w:cstheme="minorHAnsi"/>
          <w:i/>
          <w:iCs/>
        </w:rPr>
        <w:t>(wskazać zakres)</w:t>
      </w:r>
      <w:r w:rsidRPr="00C0450E">
        <w:rPr>
          <w:rFonts w:asciiTheme="minorHAnsi" w:hAnsiTheme="minorHAnsi" w:cstheme="minorHAnsi"/>
          <w:sz w:val="22"/>
          <w:szCs w:val="22"/>
        </w:rPr>
        <w:t xml:space="preserve"> </w:t>
      </w:r>
      <w:r w:rsidRPr="00C0450E">
        <w:rPr>
          <w:rFonts w:asciiTheme="minorHAnsi" w:hAnsiTheme="minorHAnsi" w:cstheme="minorHAnsi"/>
          <w:b/>
          <w:bCs/>
          <w:sz w:val="22"/>
          <w:szCs w:val="22"/>
        </w:rPr>
        <w:t>wykona/ją:</w:t>
      </w:r>
      <w:r w:rsidRPr="00C0450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………………………………………………….…………………. </w:t>
      </w:r>
      <w:r w:rsidRPr="003E0A66">
        <w:rPr>
          <w:rFonts w:asciiTheme="minorHAnsi" w:hAnsiTheme="minorHAnsi" w:cstheme="minorHAnsi"/>
          <w:i/>
          <w:iCs/>
        </w:rPr>
        <w:t xml:space="preserve">(wskazać nazwę wykonawcy lub wykonawców </w:t>
      </w:r>
      <w:r w:rsidR="00652BC3" w:rsidRPr="003E0A66">
        <w:rPr>
          <w:rFonts w:asciiTheme="minorHAnsi" w:hAnsiTheme="minorHAnsi" w:cstheme="minorHAnsi"/>
          <w:i/>
          <w:iCs/>
        </w:rPr>
        <w:br/>
      </w:r>
      <w:r w:rsidRPr="003E0A66">
        <w:rPr>
          <w:rFonts w:asciiTheme="minorHAnsi" w:hAnsiTheme="minorHAnsi" w:cstheme="minorHAnsi"/>
          <w:i/>
          <w:iCs/>
        </w:rPr>
        <w:t>w ramach konsorcjum/ spółki cywilnej, składający ofertę)</w:t>
      </w:r>
      <w:r w:rsidRPr="00652BC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B041026" w14:textId="77777777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</w:p>
    <w:p w14:paraId="05EC3DAD" w14:textId="1FA66BB1" w:rsidR="00803A3B" w:rsidRPr="00C0450E" w:rsidRDefault="00803A3B" w:rsidP="00D71704">
      <w:pPr>
        <w:pStyle w:val="Zwykytekst1"/>
        <w:jc w:val="both"/>
        <w:rPr>
          <w:rFonts w:asciiTheme="minorHAnsi" w:hAnsiTheme="minorHAnsi" w:cstheme="minorHAnsi"/>
          <w:sz w:val="18"/>
          <w:szCs w:val="18"/>
        </w:rPr>
      </w:pPr>
      <w:r w:rsidRPr="00C0450E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799FEFF4" w14:textId="77777777" w:rsidR="00D71704" w:rsidRPr="00C0450E" w:rsidRDefault="00D71704" w:rsidP="00D71704">
      <w:pPr>
        <w:jc w:val="both"/>
        <w:rPr>
          <w:rFonts w:asciiTheme="minorHAnsi" w:hAnsiTheme="minorHAnsi" w:cstheme="minorHAnsi"/>
          <w:bCs/>
          <w:sz w:val="20"/>
          <w:szCs w:val="20"/>
          <w:lang w:val="pl-PL" w:eastAsia="pl-PL"/>
        </w:rPr>
      </w:pPr>
      <w:r w:rsidRPr="00C0450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0450E">
        <w:rPr>
          <w:rFonts w:asciiTheme="minorHAnsi" w:hAnsiTheme="minorHAnsi" w:cstheme="minorHAnsi"/>
          <w:i/>
          <w:sz w:val="20"/>
          <w:szCs w:val="20"/>
        </w:rPr>
        <w:t xml:space="preserve">                  </w:t>
      </w:r>
    </w:p>
    <w:p w14:paraId="39D0B003" w14:textId="77777777" w:rsidR="00D71704" w:rsidRPr="00C0450E" w:rsidRDefault="00D71704" w:rsidP="00D71704">
      <w:pPr>
        <w:suppressAutoHyphens/>
        <w:ind w:firstLine="3960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C0450E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</w:t>
      </w:r>
    </w:p>
    <w:p w14:paraId="15FD28C7" w14:textId="77777777" w:rsidR="00D71704" w:rsidRPr="00F66CCC" w:rsidRDefault="00D71704" w:rsidP="00D71704">
      <w:pPr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</w:pPr>
      <w:r w:rsidRPr="00F66CCC"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  <w:t>podpis osoby  prawidłowo umocowanej</w:t>
      </w:r>
    </w:p>
    <w:p w14:paraId="2C120AEC" w14:textId="77777777" w:rsidR="00D71704" w:rsidRPr="00F66CCC" w:rsidRDefault="00D71704" w:rsidP="00D71704">
      <w:pPr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val="pl-PL" w:eastAsia="ar-SA"/>
        </w:rPr>
      </w:pPr>
      <w:r w:rsidRPr="00F66CCC">
        <w:rPr>
          <w:rFonts w:asciiTheme="minorHAnsi" w:eastAsia="Times New Roman" w:hAnsiTheme="minorHAnsi" w:cstheme="minorHAnsi"/>
          <w:i/>
          <w:sz w:val="18"/>
          <w:szCs w:val="18"/>
          <w:lang w:val="pl-PL" w:eastAsia="ar-SA"/>
        </w:rPr>
        <w:t>do składania oświadczeń wiedzy i woli Wykonawcy</w:t>
      </w:r>
    </w:p>
    <w:p w14:paraId="4B39D527" w14:textId="77777777" w:rsidR="00D71704" w:rsidRPr="00C0450E" w:rsidRDefault="00D71704" w:rsidP="00D71704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2CC66883" w14:textId="77777777" w:rsidR="003E0A66" w:rsidRDefault="003E0A66" w:rsidP="005C7E88">
      <w:pPr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</w:pPr>
    </w:p>
    <w:p w14:paraId="7E68F66B" w14:textId="77777777" w:rsidR="003E0A66" w:rsidRDefault="003E0A66" w:rsidP="005C7E88">
      <w:pPr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</w:pPr>
    </w:p>
    <w:p w14:paraId="030AEA9E" w14:textId="52A42695" w:rsidR="00D71704" w:rsidRPr="005C7E88" w:rsidRDefault="00D71704" w:rsidP="005C7E88">
      <w:pPr>
        <w:jc w:val="both"/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</w:pPr>
      <w:r w:rsidRPr="005C7E88"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  <w:t>Dokument wymaga podpisu elektronicznego. Przez podpis elektroniczny należy rozumieć:</w:t>
      </w:r>
      <w:r w:rsidRPr="005C7E88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  <w:t xml:space="preserve"> </w:t>
      </w:r>
    </w:p>
    <w:p w14:paraId="72F9FFCE" w14:textId="728D8146" w:rsidR="00803A3B" w:rsidRPr="005C7E88" w:rsidRDefault="00D71704" w:rsidP="005C7E88">
      <w:pPr>
        <w:jc w:val="both"/>
        <w:rPr>
          <w:rFonts w:asciiTheme="minorHAnsi" w:hAnsiTheme="minorHAnsi" w:cstheme="minorHAnsi"/>
          <w:b/>
          <w:highlight w:val="green"/>
          <w:lang w:val="pl-PL"/>
        </w:rPr>
      </w:pPr>
      <w:r w:rsidRPr="005C7E88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/>
        </w:rPr>
        <w:t>podpis kwalifikowany</w:t>
      </w:r>
      <w:r w:rsidRPr="005C7E88">
        <w:rPr>
          <w:rFonts w:asciiTheme="minorHAnsi" w:eastAsia="Times New Roman" w:hAnsiTheme="minorHAnsi" w:cstheme="minorHAnsi"/>
          <w:b/>
          <w:bCs/>
          <w:sz w:val="20"/>
          <w:szCs w:val="20"/>
          <w:lang w:val="pl-PL"/>
        </w:rPr>
        <w:t xml:space="preserve">. </w:t>
      </w:r>
    </w:p>
    <w:sectPr w:rsidR="00803A3B" w:rsidRPr="005C7E88" w:rsidSect="00B01D78">
      <w:headerReference w:type="default" r:id="rId8"/>
      <w:type w:val="continuous"/>
      <w:pgSz w:w="11900" w:h="16840"/>
      <w:pgMar w:top="1417" w:right="1417" w:bottom="851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93F9" w14:textId="77777777" w:rsidR="00467EE1" w:rsidRDefault="00467EE1" w:rsidP="007E5277">
      <w:r>
        <w:separator/>
      </w:r>
    </w:p>
  </w:endnote>
  <w:endnote w:type="continuationSeparator" w:id="0">
    <w:p w14:paraId="02AB3EAB" w14:textId="77777777" w:rsidR="00467EE1" w:rsidRDefault="00467EE1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9E500" w14:textId="77777777" w:rsidR="00467EE1" w:rsidRDefault="00467EE1" w:rsidP="007E5277">
      <w:r>
        <w:separator/>
      </w:r>
    </w:p>
  </w:footnote>
  <w:footnote w:type="continuationSeparator" w:id="0">
    <w:p w14:paraId="2F6990E1" w14:textId="77777777" w:rsidR="00467EE1" w:rsidRDefault="00467EE1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CBD6" w14:textId="022F790E" w:rsidR="003E0A66" w:rsidRPr="002A0B55" w:rsidRDefault="003E0A66" w:rsidP="003E0A66">
    <w:pPr>
      <w:ind w:left="115"/>
      <w:jc w:val="both"/>
      <w:rPr>
        <w:rFonts w:asciiTheme="minorHAnsi" w:eastAsia="Times New Roman" w:hAnsiTheme="minorHAnsi" w:cstheme="minorHAnsi"/>
        <w:b/>
        <w:lang w:val="pl-PL"/>
      </w:rPr>
    </w:pPr>
    <w:r>
      <w:rPr>
        <w:rFonts w:asciiTheme="minorHAnsi" w:hAnsiTheme="minorHAnsi" w:cstheme="minorHAnsi"/>
        <w:b/>
        <w:lang w:val="pl-PL"/>
      </w:rPr>
      <w:t>Z</w:t>
    </w:r>
    <w:r w:rsidRPr="002A0B55">
      <w:rPr>
        <w:rFonts w:asciiTheme="minorHAnsi" w:hAnsiTheme="minorHAnsi" w:cstheme="minorHAnsi"/>
        <w:b/>
        <w:lang w:val="pl-PL"/>
      </w:rPr>
      <w:t xml:space="preserve">nak sprawy: </w:t>
    </w:r>
    <w:r w:rsidRPr="002A7330">
      <w:rPr>
        <w:rFonts w:cstheme="minorHAnsi"/>
        <w:b/>
        <w:bCs/>
        <w:szCs w:val="20"/>
      </w:rPr>
      <w:t>ZP.261</w:t>
    </w:r>
    <w:r w:rsidR="00402E64">
      <w:rPr>
        <w:rFonts w:cstheme="minorHAnsi"/>
        <w:b/>
        <w:bCs/>
        <w:szCs w:val="20"/>
      </w:rPr>
      <w:t>.33.</w:t>
    </w:r>
    <w:r w:rsidRPr="002A7330">
      <w:rPr>
        <w:rFonts w:cstheme="minorHAnsi"/>
        <w:b/>
        <w:bCs/>
        <w:szCs w:val="20"/>
      </w:rPr>
      <w:t>2025</w:t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</w:r>
    <w:r w:rsidRPr="002A0B55">
      <w:rPr>
        <w:rFonts w:asciiTheme="minorHAnsi" w:hAnsiTheme="minorHAnsi" w:cstheme="minorHAnsi"/>
        <w:b/>
        <w:lang w:val="pl-PL"/>
      </w:rPr>
      <w:tab/>
      <w:t>Załącznik nr 9 do SWZ (wzór)</w:t>
    </w:r>
  </w:p>
  <w:p w14:paraId="2C422541" w14:textId="77777777" w:rsidR="003E0A66" w:rsidRDefault="003E0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CD7111"/>
    <w:multiLevelType w:val="hybridMultilevel"/>
    <w:tmpl w:val="2CB2F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abstractNum w:abstractNumId="5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AD"/>
    <w:rsid w:val="00002C35"/>
    <w:rsid w:val="00006D0F"/>
    <w:rsid w:val="000100C4"/>
    <w:rsid w:val="00011404"/>
    <w:rsid w:val="00035530"/>
    <w:rsid w:val="000357A5"/>
    <w:rsid w:val="000762C7"/>
    <w:rsid w:val="000818BD"/>
    <w:rsid w:val="00083CB1"/>
    <w:rsid w:val="00091AF8"/>
    <w:rsid w:val="00094C51"/>
    <w:rsid w:val="000B3835"/>
    <w:rsid w:val="00114161"/>
    <w:rsid w:val="001249A6"/>
    <w:rsid w:val="00157A73"/>
    <w:rsid w:val="00172A84"/>
    <w:rsid w:val="0017642B"/>
    <w:rsid w:val="001A689C"/>
    <w:rsid w:val="002044AF"/>
    <w:rsid w:val="002078AC"/>
    <w:rsid w:val="00232094"/>
    <w:rsid w:val="00234136"/>
    <w:rsid w:val="00235373"/>
    <w:rsid w:val="0025119F"/>
    <w:rsid w:val="00264791"/>
    <w:rsid w:val="00272324"/>
    <w:rsid w:val="002746C6"/>
    <w:rsid w:val="00291813"/>
    <w:rsid w:val="002A0B55"/>
    <w:rsid w:val="002D3BA2"/>
    <w:rsid w:val="002D7330"/>
    <w:rsid w:val="002E4B39"/>
    <w:rsid w:val="002E5A57"/>
    <w:rsid w:val="00320A2C"/>
    <w:rsid w:val="00360208"/>
    <w:rsid w:val="003938D8"/>
    <w:rsid w:val="003B6139"/>
    <w:rsid w:val="003C6090"/>
    <w:rsid w:val="003E0A66"/>
    <w:rsid w:val="00402E64"/>
    <w:rsid w:val="00412351"/>
    <w:rsid w:val="00431750"/>
    <w:rsid w:val="00433376"/>
    <w:rsid w:val="004355D9"/>
    <w:rsid w:val="004357BA"/>
    <w:rsid w:val="004402B8"/>
    <w:rsid w:val="00455B4D"/>
    <w:rsid w:val="00467EE1"/>
    <w:rsid w:val="004824CF"/>
    <w:rsid w:val="0049095A"/>
    <w:rsid w:val="004D6441"/>
    <w:rsid w:val="004E14D9"/>
    <w:rsid w:val="004E6918"/>
    <w:rsid w:val="004F7A48"/>
    <w:rsid w:val="00514566"/>
    <w:rsid w:val="00540736"/>
    <w:rsid w:val="0054776A"/>
    <w:rsid w:val="0057055F"/>
    <w:rsid w:val="00575066"/>
    <w:rsid w:val="00593B2F"/>
    <w:rsid w:val="005A2E96"/>
    <w:rsid w:val="005C112C"/>
    <w:rsid w:val="005C7E88"/>
    <w:rsid w:val="005D155A"/>
    <w:rsid w:val="005D5D3B"/>
    <w:rsid w:val="005D70E6"/>
    <w:rsid w:val="005E0DBE"/>
    <w:rsid w:val="00601646"/>
    <w:rsid w:val="00626CAF"/>
    <w:rsid w:val="00636475"/>
    <w:rsid w:val="00652BC3"/>
    <w:rsid w:val="00662C2C"/>
    <w:rsid w:val="006652E7"/>
    <w:rsid w:val="00677192"/>
    <w:rsid w:val="006B457D"/>
    <w:rsid w:val="006D75A6"/>
    <w:rsid w:val="006F626E"/>
    <w:rsid w:val="007000C2"/>
    <w:rsid w:val="00703C64"/>
    <w:rsid w:val="00717202"/>
    <w:rsid w:val="00756D73"/>
    <w:rsid w:val="00760606"/>
    <w:rsid w:val="007638DD"/>
    <w:rsid w:val="00765B83"/>
    <w:rsid w:val="00767CC5"/>
    <w:rsid w:val="00791E61"/>
    <w:rsid w:val="007A3DC9"/>
    <w:rsid w:val="007A4A19"/>
    <w:rsid w:val="007E315D"/>
    <w:rsid w:val="007E5277"/>
    <w:rsid w:val="00803A3B"/>
    <w:rsid w:val="00832549"/>
    <w:rsid w:val="008437D9"/>
    <w:rsid w:val="008763D1"/>
    <w:rsid w:val="008C6250"/>
    <w:rsid w:val="008E6B71"/>
    <w:rsid w:val="008F0E07"/>
    <w:rsid w:val="008F55AA"/>
    <w:rsid w:val="00920FCC"/>
    <w:rsid w:val="009358B5"/>
    <w:rsid w:val="00937987"/>
    <w:rsid w:val="009421B3"/>
    <w:rsid w:val="00965E54"/>
    <w:rsid w:val="0097462D"/>
    <w:rsid w:val="009E7FB3"/>
    <w:rsid w:val="00A000F6"/>
    <w:rsid w:val="00A14B84"/>
    <w:rsid w:val="00A16AAC"/>
    <w:rsid w:val="00A42949"/>
    <w:rsid w:val="00A526A2"/>
    <w:rsid w:val="00A71F17"/>
    <w:rsid w:val="00A770A4"/>
    <w:rsid w:val="00A8073E"/>
    <w:rsid w:val="00A94779"/>
    <w:rsid w:val="00A975D1"/>
    <w:rsid w:val="00B01D78"/>
    <w:rsid w:val="00B13D05"/>
    <w:rsid w:val="00B36103"/>
    <w:rsid w:val="00B41875"/>
    <w:rsid w:val="00B67014"/>
    <w:rsid w:val="00B73D17"/>
    <w:rsid w:val="00B87CCD"/>
    <w:rsid w:val="00B96383"/>
    <w:rsid w:val="00BA34BD"/>
    <w:rsid w:val="00BE3ECB"/>
    <w:rsid w:val="00C0450E"/>
    <w:rsid w:val="00C05DDA"/>
    <w:rsid w:val="00C46899"/>
    <w:rsid w:val="00C670FE"/>
    <w:rsid w:val="00C67896"/>
    <w:rsid w:val="00C7146F"/>
    <w:rsid w:val="00C7157B"/>
    <w:rsid w:val="00C85E96"/>
    <w:rsid w:val="00CB5FEC"/>
    <w:rsid w:val="00CB7310"/>
    <w:rsid w:val="00CD1C34"/>
    <w:rsid w:val="00CD3E16"/>
    <w:rsid w:val="00CE022C"/>
    <w:rsid w:val="00CF1AE8"/>
    <w:rsid w:val="00D00CAD"/>
    <w:rsid w:val="00D06F37"/>
    <w:rsid w:val="00D1440A"/>
    <w:rsid w:val="00D14BDD"/>
    <w:rsid w:val="00D3077B"/>
    <w:rsid w:val="00D34DFA"/>
    <w:rsid w:val="00D55E41"/>
    <w:rsid w:val="00D71704"/>
    <w:rsid w:val="00D7243C"/>
    <w:rsid w:val="00D8799C"/>
    <w:rsid w:val="00D94BF1"/>
    <w:rsid w:val="00D962D0"/>
    <w:rsid w:val="00DA32D4"/>
    <w:rsid w:val="00DE0A78"/>
    <w:rsid w:val="00DE49A5"/>
    <w:rsid w:val="00DF102A"/>
    <w:rsid w:val="00E016DA"/>
    <w:rsid w:val="00E16DA0"/>
    <w:rsid w:val="00E21584"/>
    <w:rsid w:val="00E2634E"/>
    <w:rsid w:val="00E441BD"/>
    <w:rsid w:val="00E65C66"/>
    <w:rsid w:val="00E700DC"/>
    <w:rsid w:val="00E843BB"/>
    <w:rsid w:val="00EA4C0C"/>
    <w:rsid w:val="00EE4980"/>
    <w:rsid w:val="00F051AB"/>
    <w:rsid w:val="00F102DF"/>
    <w:rsid w:val="00F14D89"/>
    <w:rsid w:val="00F25703"/>
    <w:rsid w:val="00F478DE"/>
    <w:rsid w:val="00F52DC7"/>
    <w:rsid w:val="00F61F44"/>
    <w:rsid w:val="00F66CCC"/>
    <w:rsid w:val="00F76BFD"/>
    <w:rsid w:val="00FA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47B0F"/>
  <w15:docId w15:val="{AFDAAE22-536B-49CA-BBBD-285E2658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2044AF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044AF"/>
    <w:rPr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D94BF1"/>
    <w:rPr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3E0A66"/>
    <w:pPr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MicrosoftEdgeDownloads\f277dd70-c6b7-49f5-b4a1-07d99227c650\zal-nr-9%20-%20O&#347;wiadczenie%20konsorcju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08602-8851-437A-9455-2646180B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zal-nr-9 - Oświadczenie konsorcjum.dotx</Template>
  <TotalTime>3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User</dc:creator>
  <cp:keywords/>
  <cp:lastModifiedBy>Dorota Bochenek</cp:lastModifiedBy>
  <cp:revision>4</cp:revision>
  <cp:lastPrinted>2019-10-17T10:51:00Z</cp:lastPrinted>
  <dcterms:created xsi:type="dcterms:W3CDTF">2025-11-13T09:39:00Z</dcterms:created>
  <dcterms:modified xsi:type="dcterms:W3CDTF">2025-11-20T09:09:00Z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